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1836012A" w14:textId="63B603A8" w:rsidR="000D0B6F" w:rsidRDefault="000D0B6F" w:rsidP="00CF1FDF">
            <w:pPr>
              <w:jc w:val="right"/>
            </w:pPr>
            <w:r>
              <w:t>EEP20/51</w:t>
            </w:r>
            <w:bookmarkStart w:id="0" w:name="_GoBack"/>
            <w:bookmarkEnd w:id="0"/>
          </w:p>
          <w:p w14:paraId="1E6BE18B" w14:textId="6AD76120" w:rsidR="000348ED" w:rsidRPr="00B15B24" w:rsidRDefault="000D0B6F" w:rsidP="00CF1FDF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CF1FDF">
              <w:t>e-NAV13</w:t>
            </w:r>
            <w:r w:rsidR="005D05AC" w:rsidRPr="00B15B24">
              <w:t>/output/</w:t>
            </w:r>
            <w:r w:rsidR="00CF1FDF" w:rsidRPr="00CF1FDF">
              <w:t>13</w:t>
            </w:r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>This roadmap is initially intended to guide the development of the IALA e-Navigation strategy, but can also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Ywjv&#10;LkoCAACrBAAADgAAAAAAAAAAAAAAAAAsAgAAZHJzL2Uyb0RvYy54bWxQSwECLQAUAAYACAAAACEA&#10;bFwwm+AAAAALAQAADwAAAAAAAAAAAAAAAACiBAAAZHJzL2Rvd25yZXYueG1sUEsFBgAAAAAEAAQA&#10;8wAAAK8FAAAAAA==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4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5+tLYFACAACrBAAADgAAAAAAAAAAAAAAAAAsAgAAZHJzL2Uyb0RvYy54bWxQSwECLQAUAAYA&#10;CAAAACEAC9tMAOAAAAAKAQAADwAAAAAAAAAAAAAAAACoBAAAZHJzL2Rvd25yZXYueG1sUEsFBgAA&#10;AAAEAAQA8wAAALUFAAAAAA==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NqlICAACq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BSBW2NPAgAAqgQAAA4AAAAAAAAAAAAAAAAALAIAAGRycy9lMm9Eb2MueG1sUEsBAi0AFAAGAAgA&#10;AAAhALUtNGbfAAAADAEAAA8AAAAAAAAAAAAAAAAApwQAAGRycy9kb3ducmV2LnhtbFBLBQYAAAAA&#10;BAAEAPMAAACzBQAAAAA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BWlbbQTwIAAKsEAAAOAAAAAAAAAAAAAAAAACwCAABkcnMvZTJvRG9jLnhtbFBLAQItABQABgAI&#10;AAAAIQA2MSB44AAAAAsBAAAPAAAAAAAAAAAAAAAAAKcEAABkcnMvZG93bnJldi54bWxQSwUGAAAA&#10;AAQABADzAAAAtAUAAAAA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DBoo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BjJYsCAAAW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ee94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Xk6o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fsosCAAAX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5JnDwPsAAADhAQAAEwAAAAAAAAAAAAAAAAAAAAAAW0NvbnRl&#10;bnRfVHlwZXNdLnhtbFBLAQItABQABgAIAAAAIQAjsmrh1wAAAJQBAAALAAAAAAAAAAAAAAAAACwB&#10;AABfcmVscy8ucmVsc1BLAQItABQABgAIAAAAIQC3Ncd6MQIAAFkEAAAOAAAAAAAAAAAAAAAAACw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65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25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65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85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55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Rp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3fJRplICAACtBAAADgAAAAAAAAAAAAAAAAAsAgAAZHJzL2Uyb0RvYy54bWxQSwECLQAUAAYA&#10;CAAAACEAtQQ5pd4AAAALAQAADwAAAAAAAAAAAAAAAACqBAAAZHJzL2Rvd25yZXYueG1sUEsFBgAA&#10;AAAEAAQA8wAAALU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LBv1MCAACs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NBCwb9TAgAArAQAAA4AAAAAAAAAAAAAAAAALAIAAGRycy9lMm9Eb2MueG1sUEsB&#10;Ai0AFAAGAAgAAAAhACmAlTvkAAAADAEAAA8AAAAAAAAAAAAAAAAAqwQAAGRycy9kb3ducmV2Lnht&#10;bFBLBQYAAAAABAAEAPMAAAC8BQAAAAA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9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-Navigation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6A27" w14:textId="77777777" w:rsidR="00A63ED2" w:rsidRDefault="00A63ED2" w:rsidP="00002906">
      <w:r>
        <w:separator/>
      </w:r>
    </w:p>
  </w:endnote>
  <w:endnote w:type="continuationSeparator" w:id="0">
    <w:p w14:paraId="0EB90DF4" w14:textId="77777777" w:rsidR="00A63ED2" w:rsidRDefault="00A63E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D0B6F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86316" w14:textId="77777777" w:rsidR="00A63ED2" w:rsidRDefault="00A63ED2" w:rsidP="00002906">
      <w:r>
        <w:separator/>
      </w:r>
    </w:p>
  </w:footnote>
  <w:footnote w:type="continuationSeparator" w:id="0">
    <w:p w14:paraId="13C087BF" w14:textId="77777777" w:rsidR="00A63ED2" w:rsidRDefault="00A63ED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0D0B6F"/>
    <w:rsid w:val="00135447"/>
    <w:rsid w:val="00152273"/>
    <w:rsid w:val="0015521E"/>
    <w:rsid w:val="001A654A"/>
    <w:rsid w:val="001C74CF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39292E-CE7D-F44B-87B3-0949C3BD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Settings\ialaguest\Desktop\Internal Committee Liaison Note_Feb13.dot</Template>
  <TotalTime>40</TotalTime>
  <Pages>4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/>
  <cp:revision>12</cp:revision>
  <cp:lastPrinted>2006-10-19T10:49:00Z</cp:lastPrinted>
  <dcterms:created xsi:type="dcterms:W3CDTF">2013-03-21T07:38:00Z</dcterms:created>
  <dcterms:modified xsi:type="dcterms:W3CDTF">2013-03-23T15:51:00Z</dcterms:modified>
</cp:coreProperties>
</file>